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2406883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A44FC">
        <w:rPr>
          <w:rFonts w:ascii="Corbel" w:hAnsi="Corbel"/>
          <w:i/>
          <w:smallCaps/>
          <w:sz w:val="24"/>
          <w:szCs w:val="24"/>
          <w:u w:val="single"/>
        </w:rPr>
        <w:t>2020-2023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4F5F9414" w:rsidR="0085747A" w:rsidRDefault="00445970" w:rsidP="000A14F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A44FC">
        <w:rPr>
          <w:rFonts w:ascii="Corbel" w:hAnsi="Corbel"/>
          <w:sz w:val="20"/>
          <w:szCs w:val="20"/>
        </w:rPr>
        <w:t>2020/2021</w:t>
      </w:r>
      <w:r w:rsidR="00D936B8">
        <w:rPr>
          <w:rFonts w:ascii="Corbel" w:hAnsi="Corbel"/>
          <w:sz w:val="20"/>
          <w:szCs w:val="20"/>
        </w:rPr>
        <w:t>;</w:t>
      </w:r>
      <w:r w:rsidR="008A44FC">
        <w:rPr>
          <w:rFonts w:ascii="Corbel" w:hAnsi="Corbel"/>
          <w:sz w:val="20"/>
          <w:szCs w:val="20"/>
        </w:rPr>
        <w:t xml:space="preserve"> 2021</w:t>
      </w:r>
      <w:r w:rsidR="000A14FC">
        <w:rPr>
          <w:rFonts w:ascii="Corbel" w:hAnsi="Corbel"/>
          <w:sz w:val="20"/>
          <w:szCs w:val="20"/>
        </w:rPr>
        <w:t>/</w:t>
      </w:r>
      <w:r w:rsidR="008A44FC">
        <w:rPr>
          <w:rFonts w:ascii="Corbel" w:hAnsi="Corbel"/>
          <w:sz w:val="20"/>
          <w:szCs w:val="20"/>
        </w:rPr>
        <w:t>2022</w:t>
      </w:r>
    </w:p>
    <w:p w14:paraId="228C027D" w14:textId="77777777" w:rsidR="000A14FC" w:rsidRPr="009C54AE" w:rsidRDefault="000A14FC" w:rsidP="000A14F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701ED53C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91110D">
              <w:rPr>
                <w:rFonts w:ascii="Corbel" w:hAnsi="Corbel"/>
                <w:b w:val="0"/>
                <w:sz w:val="24"/>
                <w:szCs w:val="24"/>
              </w:rPr>
              <w:t>elementami terminologii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specjalistyczn</w:t>
            </w:r>
            <w:r w:rsidR="0091110D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62BC73B7" w:rsidR="0085747A" w:rsidRPr="009C54AE" w:rsidRDefault="00614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72D20C53" w:rsidR="0085747A" w:rsidRPr="009C54AE" w:rsidRDefault="00D723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10BE4E45" w:rsidR="0085747A" w:rsidRPr="009C54AE" w:rsidRDefault="00A34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4A79E0C8" w:rsidR="0085747A" w:rsidRPr="009C54AE" w:rsidRDefault="00FE56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322553D8" w:rsidR="0085747A" w:rsidRPr="009C54AE" w:rsidRDefault="00426B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34176" w:rsidRPr="00A34176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DCF9E3D" w:rsidR="0085747A" w:rsidRPr="009C54AE" w:rsidRDefault="00A34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D936B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53B5BFF7" w:rsidR="0085747A" w:rsidRPr="009C54AE" w:rsidRDefault="0085747A" w:rsidP="00D7232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3E8C566A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DBF57A" w14:textId="1965226A" w:rsidR="00D72323" w:rsidRDefault="00D7232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72323" w:rsidRPr="009C54AE" w14:paraId="1E56CBE8" w14:textId="77777777" w:rsidTr="003229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4A29" w14:textId="77777777" w:rsidR="00D72323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6ED160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187C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00E6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45B4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F589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7F61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9AAF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FB86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1641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7589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2323" w:rsidRPr="009C54AE" w14:paraId="33CB8877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5389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507C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9B35" w14:textId="692F2DD9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4241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9726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56FC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D4A4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8247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AA71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AA49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2323" w:rsidRPr="009C54AE" w14:paraId="4181AC26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FDD2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2ACB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8EDB" w14:textId="37B5E6AB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2A9E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DF0A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7532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F4F4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FCCC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F4E0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1C40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2323" w:rsidRPr="009C54AE" w14:paraId="4D4F35B9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1309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02F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3DCF" w14:textId="50F4F7B6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E8A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CF7E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EE89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EED6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655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1C5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DA66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2323" w:rsidRPr="009C54AE" w14:paraId="57E1CC2B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DCA9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3329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77CC" w14:textId="2160370F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A70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69D2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72A2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866B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A158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B1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5D81" w14:textId="47113DBC" w:rsidR="00D72323" w:rsidRDefault="00CE3090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75745" w:rsidRPr="009C54AE" w14:paraId="25B78218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276A" w14:textId="2B5CE45B" w:rsidR="00C75745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F510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256" w14:textId="1C1DB463" w:rsidR="00C75745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110B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99F4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0001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0273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D8AE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826C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42C7" w14:textId="3A9E026C" w:rsidR="00C75745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7E5EEDC" w14:textId="77777777" w:rsidR="00D72323" w:rsidRPr="009C54AE" w:rsidRDefault="00D7232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69F514A0" w:rsidR="0085747A" w:rsidRPr="009C54AE" w:rsidRDefault="006711FD" w:rsidP="00E90E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2B15600" w:rsidR="0085747A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D72323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D72323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D72323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="00EF7C7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061C0719" w:rsidR="00121A87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D72323" w:rsidRPr="00D72323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91336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B4DC26" w14:textId="77777777" w:rsidR="00B93F7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1A52E7E" w14:textId="4E8D0A15" w:rsidR="0085747A" w:rsidRPr="009C54AE" w:rsidRDefault="00B93F7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7C75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913367">
        <w:tc>
          <w:tcPr>
            <w:tcW w:w="1681" w:type="dxa"/>
          </w:tcPr>
          <w:p w14:paraId="23DBA0D5" w14:textId="77777777" w:rsidR="0085747A" w:rsidRPr="00A81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1336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336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D5BB99D" w14:textId="23C87D35" w:rsidR="009B1F08" w:rsidRPr="009B1F08" w:rsidRDefault="00DA32C9" w:rsidP="009B1F0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</w:t>
            </w:r>
            <w:r w:rsidR="009B1F08" w:rsidRPr="009B1F08">
              <w:rPr>
                <w:rFonts w:ascii="Corbel" w:hAnsi="Corbel"/>
                <w:b w:val="0"/>
                <w:smallCaps w:val="0"/>
                <w:szCs w:val="24"/>
              </w:rPr>
              <w:t xml:space="preserve"> tekst specjalistyczny z zakresu tematyki pedagogicznej, zastosuje specjalistyczne słownictwo </w:t>
            </w:r>
          </w:p>
          <w:p w14:paraId="10587C53" w14:textId="0958775F" w:rsidR="0085747A" w:rsidRDefault="009B1F08" w:rsidP="009B1F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1F08">
              <w:rPr>
                <w:rFonts w:ascii="Corbel" w:hAnsi="Corbel"/>
                <w:b w:val="0"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  <w:r w:rsidR="006D1D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B1F08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 Europejskiego Systemu Opisu Kształcenia Językowego.  </w:t>
            </w:r>
          </w:p>
          <w:p w14:paraId="3BB5DE1A" w14:textId="0045C9B9" w:rsidR="00D72323" w:rsidRPr="009C54AE" w:rsidRDefault="00D72323" w:rsidP="00D723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00395B09" w:rsidR="0085747A" w:rsidRPr="00A81E05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1336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13367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913367">
        <w:tc>
          <w:tcPr>
            <w:tcW w:w="1681" w:type="dxa"/>
          </w:tcPr>
          <w:p w14:paraId="6FA4B26E" w14:textId="77777777" w:rsidR="0085747A" w:rsidRPr="00A81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1336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13A244" w14:textId="5C2D3730" w:rsidR="00D72323" w:rsidRPr="00D72323" w:rsidRDefault="00DA32C9" w:rsidP="00D7232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72323" w:rsidRPr="00D72323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1C5E0D5D" w14:textId="5EDE3482" w:rsidR="0085747A" w:rsidRPr="009C54AE" w:rsidRDefault="00D72323" w:rsidP="00D723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2323">
              <w:rPr>
                <w:rFonts w:ascii="Corbel" w:hAnsi="Corbel"/>
                <w:b w:val="0"/>
                <w:smallCaps w:val="0"/>
                <w:szCs w:val="24"/>
              </w:rPr>
              <w:t xml:space="preserve">i umiejętności oraz motywacji do samokształcenia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72323">
              <w:rPr>
                <w:rFonts w:ascii="Corbel" w:hAnsi="Corbel"/>
                <w:b w:val="0"/>
                <w:smallCaps w:val="0"/>
                <w:szCs w:val="24"/>
              </w:rPr>
              <w:t xml:space="preserve">i samorozwoju w zakresie języka angielskiego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72323">
              <w:rPr>
                <w:rFonts w:ascii="Corbel" w:hAnsi="Corbel"/>
                <w:b w:val="0"/>
                <w:smallCaps w:val="0"/>
                <w:szCs w:val="24"/>
              </w:rPr>
              <w:t>z terminologią specjalistyczną.</w:t>
            </w:r>
          </w:p>
        </w:tc>
        <w:tc>
          <w:tcPr>
            <w:tcW w:w="1865" w:type="dxa"/>
          </w:tcPr>
          <w:p w14:paraId="5F3375BC" w14:textId="475168CC" w:rsidR="0085747A" w:rsidRPr="00913367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36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13367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529AC9" w14:textId="77777777" w:rsidR="00210791" w:rsidRDefault="0021079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29D82FE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D72323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0D6E225A" w14:textId="77777777" w:rsidTr="00D72323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3090" w:rsidRPr="009C54AE" w14:paraId="3417A695" w14:textId="77777777" w:rsidTr="00B80F4C">
        <w:tc>
          <w:tcPr>
            <w:tcW w:w="9520" w:type="dxa"/>
          </w:tcPr>
          <w:p w14:paraId="126126BC" w14:textId="6B03C838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3090" w:rsidRPr="009C54AE" w14:paraId="620975D4" w14:textId="77777777" w:rsidTr="00B80F4C">
        <w:tc>
          <w:tcPr>
            <w:tcW w:w="9520" w:type="dxa"/>
          </w:tcPr>
          <w:p w14:paraId="69034F6B" w14:textId="0B2509B4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6598507F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5E0313EC" w14:textId="77777777" w:rsidTr="00B80F4C">
        <w:tc>
          <w:tcPr>
            <w:tcW w:w="9520" w:type="dxa"/>
          </w:tcPr>
          <w:p w14:paraId="3F0AAA5A" w14:textId="26F1ED86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oryginalnym; translacja, streszczenie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1B017C68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7BA81422" w14:textId="77777777" w:rsidTr="00B80F4C">
        <w:tc>
          <w:tcPr>
            <w:tcW w:w="9520" w:type="dxa"/>
          </w:tcPr>
          <w:p w14:paraId="17362533" w14:textId="2A31EAD3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8C40CD1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62943677" w14:textId="77777777" w:rsidTr="00B80F4C">
        <w:tc>
          <w:tcPr>
            <w:tcW w:w="9520" w:type="dxa"/>
          </w:tcPr>
          <w:p w14:paraId="133DDB97" w14:textId="580A5C85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Media jako czynnik kształtujący opinię publiczna. Praca nad tekstem oryginalnym; przygotowanie do prezentacji multimedialnej (przykłady poprawnego wykonania prezentacji ze strony e-dydaktyka)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101E4561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481225AB" w14:textId="77777777" w:rsidTr="00B80F4C">
        <w:tc>
          <w:tcPr>
            <w:tcW w:w="9520" w:type="dxa"/>
          </w:tcPr>
          <w:p w14:paraId="74B0BEF4" w14:textId="77777777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E7A4B8A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291A6AC5" w14:textId="77777777" w:rsidTr="00B80F4C">
        <w:tc>
          <w:tcPr>
            <w:tcW w:w="9520" w:type="dxa"/>
          </w:tcPr>
          <w:p w14:paraId="652BA2E7" w14:textId="3B9A7DF8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)</w:t>
            </w:r>
          </w:p>
          <w:p w14:paraId="440258EE" w14:textId="28B7974B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23FE186C" w14:textId="77777777" w:rsidTr="00B80F4C">
        <w:tc>
          <w:tcPr>
            <w:tcW w:w="9520" w:type="dxa"/>
          </w:tcPr>
          <w:p w14:paraId="56157306" w14:textId="30DF592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2DFB5448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1D0D24E1" w14:textId="77777777" w:rsidTr="00B80F4C">
        <w:tc>
          <w:tcPr>
            <w:tcW w:w="9520" w:type="dxa"/>
          </w:tcPr>
          <w:p w14:paraId="35CB9FA6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Pedagogika:</w:t>
            </w:r>
          </w:p>
          <w:p w14:paraId="49AEC965" w14:textId="77777777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 nauka zajmująca się wychowaniem i kształceniem oraz teoria wychowania. </w:t>
            </w:r>
          </w:p>
          <w:p w14:paraId="032E29FB" w14:textId="5C8732A5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3090" w:rsidRPr="009C54AE" w14:paraId="0985D7DE" w14:textId="77777777" w:rsidTr="00B80F4C">
        <w:tc>
          <w:tcPr>
            <w:tcW w:w="9520" w:type="dxa"/>
          </w:tcPr>
          <w:p w14:paraId="1C5B2812" w14:textId="5170FF48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705F10A6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00529AC8" w14:textId="77777777" w:rsidTr="00B80F4C">
        <w:tc>
          <w:tcPr>
            <w:tcW w:w="9520" w:type="dxa"/>
          </w:tcPr>
          <w:p w14:paraId="701CE8C4" w14:textId="76FE53F4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CC7C8BD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0B3DC7E6" w14:textId="77777777" w:rsidTr="00B80F4C">
        <w:tc>
          <w:tcPr>
            <w:tcW w:w="9520" w:type="dxa"/>
          </w:tcPr>
          <w:p w14:paraId="39FF6DAB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171F137D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1E3B5823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65B0F341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E3090" w:rsidRPr="009C54AE" w14:paraId="71B9361E" w14:textId="77777777" w:rsidTr="00B80F4C">
        <w:tc>
          <w:tcPr>
            <w:tcW w:w="9520" w:type="dxa"/>
          </w:tcPr>
          <w:p w14:paraId="5070FBD3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1979A71F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6B0CFF17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charakteru- definiowanie i opisy.</w:t>
            </w:r>
          </w:p>
          <w:p w14:paraId="63132D2E" w14:textId="6E130FDA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700D6BD2" w14:textId="77777777" w:rsidTr="00B80F4C">
        <w:tc>
          <w:tcPr>
            <w:tcW w:w="9520" w:type="dxa"/>
          </w:tcPr>
          <w:p w14:paraId="6CA30359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na d tekstem oryginalnym. Elementy dyskusji. </w:t>
            </w:r>
          </w:p>
          <w:p w14:paraId="59F6E71F" w14:textId="701F57D2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30F7952F" w14:textId="77777777" w:rsidTr="00B80F4C">
        <w:tc>
          <w:tcPr>
            <w:tcW w:w="9520" w:type="dxa"/>
          </w:tcPr>
          <w:p w14:paraId="44C4600C" w14:textId="15E7BFF0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DE09012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5AD35D9" w14:textId="24DD0957" w:rsidR="00CE3090" w:rsidRPr="00B80F4C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9C54AE" w14:paraId="78A0B2A4" w14:textId="77777777" w:rsidTr="00B80F4C">
        <w:tc>
          <w:tcPr>
            <w:tcW w:w="9520" w:type="dxa"/>
          </w:tcPr>
          <w:p w14:paraId="3CA589CC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wychowania: Trudności szkolne dzieci i młodzieży i sposoby ich rozwiązywania. Praca nad tekstem oryginalnym z elementami dyskusji.</w:t>
            </w:r>
          </w:p>
          <w:p w14:paraId="4B6B90D9" w14:textId="1DFEED6C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705A7F93" w14:textId="77777777" w:rsidTr="00B80F4C">
        <w:tc>
          <w:tcPr>
            <w:tcW w:w="9520" w:type="dxa"/>
          </w:tcPr>
          <w:p w14:paraId="35A41DFE" w14:textId="76BB1D3F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57BA1418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118DCC80" w14:textId="77777777" w:rsidTr="00B80F4C">
        <w:tc>
          <w:tcPr>
            <w:tcW w:w="9520" w:type="dxa"/>
          </w:tcPr>
          <w:p w14:paraId="741F6CAA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zachowań patologicznych, realizacji obowiązku szkolnego itp.). </w:t>
            </w:r>
          </w:p>
          <w:p w14:paraId="5ACD5048" w14:textId="0E3325A5" w:rsidR="00CE3090" w:rsidRPr="00B80F4C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9C54AE" w14:paraId="52BB5678" w14:textId="77777777" w:rsidTr="00B80F4C">
        <w:tc>
          <w:tcPr>
            <w:tcW w:w="9520" w:type="dxa"/>
          </w:tcPr>
          <w:p w14:paraId="155E9BFC" w14:textId="77777777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>w obszarze nauk społecznych. Praca nad tekstem oryginalnym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11661C76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08DF984D" w14:textId="77777777" w:rsidTr="00B80F4C">
        <w:tc>
          <w:tcPr>
            <w:tcW w:w="9520" w:type="dxa"/>
          </w:tcPr>
          <w:p w14:paraId="4DFD31CE" w14:textId="035DE989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4890C731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74C2DE4D" w14:textId="77777777" w:rsidTr="00B80F4C">
        <w:tc>
          <w:tcPr>
            <w:tcW w:w="9520" w:type="dxa"/>
          </w:tcPr>
          <w:p w14:paraId="056C7A84" w14:textId="44D4D2C2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przykłady. Praca nad tekstem oryginalnym; sporządzanie notatek i streszczeń jako przygotowanie do referowania i pisania pracy dyplomowej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1B76C50" w14:textId="473E66E7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6AB23C17" w14:textId="77777777" w:rsidTr="00B80F4C">
        <w:tc>
          <w:tcPr>
            <w:tcW w:w="9520" w:type="dxa"/>
          </w:tcPr>
          <w:p w14:paraId="2DA4C2CA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4A89AC5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9C54AE" w14:paraId="65577C03" w14:textId="77777777" w:rsidTr="00B80F4C">
        <w:tc>
          <w:tcPr>
            <w:tcW w:w="9520" w:type="dxa"/>
          </w:tcPr>
          <w:p w14:paraId="24D19900" w14:textId="4AA741A2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665B51C0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5A5A538D" w14:textId="77777777" w:rsidTr="00B80F4C">
        <w:tc>
          <w:tcPr>
            <w:tcW w:w="9520" w:type="dxa"/>
          </w:tcPr>
          <w:p w14:paraId="17E751C5" w14:textId="33A639D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3919285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9C54AE" w14:paraId="7227123A" w14:textId="77777777" w:rsidTr="00B80F4C">
        <w:tc>
          <w:tcPr>
            <w:tcW w:w="9520" w:type="dxa"/>
          </w:tcPr>
          <w:p w14:paraId="42F5E49C" w14:textId="77777777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488C21B4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65FDAE12" w14:textId="77777777" w:rsidTr="00B80F4C">
        <w:tc>
          <w:tcPr>
            <w:tcW w:w="9520" w:type="dxa"/>
          </w:tcPr>
          <w:p w14:paraId="0BD5CF21" w14:textId="0B05AD06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2CDC562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4A9971E2" w14:textId="77777777" w:rsidTr="00B80F4C">
        <w:tc>
          <w:tcPr>
            <w:tcW w:w="9520" w:type="dxa"/>
          </w:tcPr>
          <w:p w14:paraId="2477E20F" w14:textId="73CB7054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8493B1E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5EB32434" w14:textId="77777777" w:rsidTr="00B80F4C">
        <w:tc>
          <w:tcPr>
            <w:tcW w:w="9520" w:type="dxa"/>
          </w:tcPr>
          <w:p w14:paraId="26280E5A" w14:textId="04F6E278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13A9BF00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35A2B744" w14:textId="77777777" w:rsidTr="00B80F4C">
        <w:tc>
          <w:tcPr>
            <w:tcW w:w="9520" w:type="dxa"/>
          </w:tcPr>
          <w:p w14:paraId="1B12A723" w14:textId="51DE87E1" w:rsidR="00CE3090" w:rsidRPr="008D2865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</w:tc>
      </w:tr>
      <w:tr w:rsidR="00CE3090" w:rsidRPr="009C54AE" w14:paraId="0F1667C9" w14:textId="77777777" w:rsidTr="00B80F4C">
        <w:tc>
          <w:tcPr>
            <w:tcW w:w="9520" w:type="dxa"/>
          </w:tcPr>
          <w:p w14:paraId="610F9814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3A86AD0" w14:textId="77777777" w:rsidR="00CE3090" w:rsidRPr="008D2865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0C9FF895" w:rsidR="00153C41" w:rsidRPr="00D723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D723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D72323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D72323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D72323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D723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D72323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D723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D723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D723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D723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D723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D72323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D72323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E90E18" w:rsidRPr="00E90E18">
        <w:rPr>
          <w:rFonts w:ascii="Corbel" w:hAnsi="Corbel"/>
          <w:b w:val="0"/>
          <w:iCs/>
          <w:smallCaps w:val="0"/>
          <w:szCs w:val="24"/>
        </w:rPr>
        <w:t>odgrywanie ról</w:t>
      </w:r>
      <w:r w:rsidR="00E90E18">
        <w:rPr>
          <w:rFonts w:ascii="Corbel" w:hAnsi="Corbel"/>
          <w:b w:val="0"/>
          <w:iCs/>
          <w:smallCaps w:val="0"/>
          <w:szCs w:val="24"/>
        </w:rPr>
        <w:t xml:space="preserve">, </w:t>
      </w:r>
      <w:bookmarkStart w:id="1" w:name="_Hlk22229594"/>
      <w:r w:rsidR="00E90E18">
        <w:rPr>
          <w:rFonts w:ascii="Corbel" w:hAnsi="Corbel"/>
          <w:b w:val="0"/>
          <w:iCs/>
          <w:smallCaps w:val="0"/>
          <w:szCs w:val="24"/>
        </w:rPr>
        <w:t>tworzenie wypowiedzi pisemnych</w:t>
      </w:r>
      <w:bookmarkEnd w:id="1"/>
      <w:r w:rsidR="00E90E18">
        <w:rPr>
          <w:rFonts w:ascii="Corbel" w:hAnsi="Corbel"/>
          <w:b w:val="0"/>
          <w:iCs/>
          <w:smallCaps w:val="0"/>
          <w:szCs w:val="24"/>
        </w:rPr>
        <w:t xml:space="preserve">.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77777777" w:rsidR="0085747A" w:rsidRPr="00DC5A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AC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6EC90F0" w14:textId="77777777" w:rsidR="00E90E18" w:rsidRPr="00E90E18" w:rsidRDefault="00E90E18" w:rsidP="00E90E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0E18">
              <w:rPr>
                <w:rFonts w:ascii="Corbel" w:hAnsi="Corbel"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C810EBF" w:rsidR="0085747A" w:rsidRPr="00D72323" w:rsidRDefault="00E90E18" w:rsidP="00E90E18">
            <w:pPr>
              <w:spacing w:after="0" w:line="240" w:lineRule="auto"/>
              <w:rPr>
                <w:rFonts w:ascii="Corbel" w:hAnsi="Corbel"/>
                <w:strike/>
                <w:sz w:val="24"/>
                <w:szCs w:val="24"/>
              </w:rPr>
            </w:pPr>
            <w:r w:rsidRPr="00E90E18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9C54AE" w:rsidRDefault="003032AB" w:rsidP="00E90E18">
            <w:pPr>
              <w:rPr>
                <w:b/>
              </w:rPr>
            </w:pPr>
            <w: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DC5A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A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6DFFF8" w14:textId="178EB468" w:rsidR="0085747A" w:rsidRPr="00D72323" w:rsidRDefault="00D72323" w:rsidP="00D72323">
            <w:pPr>
              <w:rPr>
                <w:rFonts w:ascii="Corbel" w:hAnsi="Corbel"/>
                <w:b/>
                <w:sz w:val="24"/>
                <w:szCs w:val="24"/>
              </w:rPr>
            </w:pPr>
            <w:r w:rsidRPr="00D7232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9C54AE" w:rsidRDefault="003032AB" w:rsidP="00E90E18">
            <w:pPr>
              <w:rPr>
                <w:b/>
              </w:rPr>
            </w:pPr>
            <w: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1D2333C0" w14:textId="77777777" w:rsidR="00210791" w:rsidRPr="00C8607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A851B1F" w14:textId="77777777" w:rsidR="00210791" w:rsidRPr="00C8607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0F6E7451" w14:textId="77777777" w:rsidR="00210791" w:rsidRPr="00C8607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B710B2A" w14:textId="77777777" w:rsidR="00210791" w:rsidRPr="00C8607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115120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44620C3F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007C9BA4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476B9262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DB8F1A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760D7AAF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7E288C26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74958251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B548A6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4B3DA682" w14:textId="13B0DF73" w:rsidR="00210791" w:rsidRPr="00C5372F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1729A252" w14:textId="77777777" w:rsidR="00210791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344D624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D7FF50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636A90E7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4.5 – wykazuje znajomość każdej z treści kształcenia na poziomie 81%-90%</w:t>
            </w:r>
          </w:p>
          <w:p w14:paraId="0A45DD0A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353D8A6C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4F41725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328ABF9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7A5A5EDF" w14:textId="77777777" w:rsidR="00210791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F6951B" w14:textId="77777777" w:rsidR="00210791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9C33601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FB8E51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2D8F9DFB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AC76E1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685987A1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B508EC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352432FB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C49A94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396AFFF9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EAD5FD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4201F48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1F5CD4DD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475EF59B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2101148D" w14:textId="77777777" w:rsidR="00210791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7E2583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1F71E696" w14:textId="77777777" w:rsidR="00210791" w:rsidRPr="009C54A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3237D798" w:rsidR="0085747A" w:rsidRPr="009C54AE" w:rsidRDefault="002107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E56C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67EE5C5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447CBDAF" w:rsidR="00C61DC5" w:rsidRPr="009C54AE" w:rsidRDefault="003717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 </w:t>
            </w:r>
            <w:r w:rsidR="00EF7C71">
              <w:rPr>
                <w:rFonts w:ascii="Corbel" w:hAnsi="Corbel"/>
                <w:sz w:val="24"/>
                <w:szCs w:val="24"/>
              </w:rPr>
              <w:t>(po dwie godz. w każdym semestrze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8A6640" w14:textId="419A3295" w:rsidR="00C61DC5" w:rsidRPr="009C54AE" w:rsidRDefault="00E90E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E18">
              <w:rPr>
                <w:rFonts w:ascii="Corbel" w:hAnsi="Corbel"/>
                <w:sz w:val="24"/>
                <w:szCs w:val="24"/>
              </w:rPr>
              <w:lastRenderedPageBreak/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5862836A" w:rsidR="00C61DC5" w:rsidRPr="009C54AE" w:rsidRDefault="00E90E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13</w:t>
            </w:r>
            <w:r w:rsidR="003717E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5303B2A" w14:textId="3138B2FE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717E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4589EC2B" w:rsidR="0085747A" w:rsidRPr="009C54AE" w:rsidRDefault="00E90E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263A6" w14:paraId="000D405A" w14:textId="77777777" w:rsidTr="0071620A">
        <w:trPr>
          <w:trHeight w:val="397"/>
        </w:trPr>
        <w:tc>
          <w:tcPr>
            <w:tcW w:w="7513" w:type="dxa"/>
          </w:tcPr>
          <w:p w14:paraId="316B9AE5" w14:textId="497283BC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4934A35B" w14:textId="77777777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42F0AB" w14:textId="082201E9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1BAFFC66" w14:textId="77777777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617D7D1" w14:textId="036BAEA8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5181947" w14:textId="77777777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BBF44F8" w14:textId="188EA61E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338780E6" w14:textId="77777777" w:rsidR="00210791" w:rsidRPr="00AC558A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3C5A1FB" w14:textId="77777777" w:rsidR="00210791" w:rsidRPr="00AC558A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8D2B2E" w:rsidR="00167708" w:rsidRPr="00E066F7" w:rsidRDefault="00167708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5776BA10" w14:textId="77777777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00CCE3F0" w14:textId="77777777" w:rsidR="00210791" w:rsidRPr="008D2865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4F5125C9" w14:textId="7068D3A4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Taylore-Knowles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</w:p>
          <w:p w14:paraId="008C1D7D" w14:textId="3AE81041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520F0FCF" w14:textId="77777777" w:rsidR="00E90E18" w:rsidRDefault="00E90E18" w:rsidP="00E90E1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Hewings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73C47024" w14:textId="77777777" w:rsidR="00E90E18" w:rsidRDefault="00E90E18" w:rsidP="0021079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77236151" w14:textId="0F3ADAFD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Grammarway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5FEFDCF2" w14:textId="77777777" w:rsidR="00E90E18" w:rsidRDefault="00E90E18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235948CE" w14:textId="77777777" w:rsidR="00210791" w:rsidRPr="00AC558A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0A1C1FB" w14:textId="6018612D" w:rsidR="00167708" w:rsidRDefault="0021079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364DC201" w:rsidR="00FA1DF4" w:rsidRPr="00780FED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FA8C64" w14:textId="77777777" w:rsidR="00EC44A8" w:rsidRDefault="00EC44A8" w:rsidP="00C16ABF">
      <w:pPr>
        <w:spacing w:after="0" w:line="240" w:lineRule="auto"/>
      </w:pPr>
      <w:r>
        <w:separator/>
      </w:r>
    </w:p>
  </w:endnote>
  <w:endnote w:type="continuationSeparator" w:id="0">
    <w:p w14:paraId="644218BF" w14:textId="77777777" w:rsidR="00EC44A8" w:rsidRDefault="00EC44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D556F" w14:textId="77777777" w:rsidR="00EC44A8" w:rsidRDefault="00EC44A8" w:rsidP="00C16ABF">
      <w:pPr>
        <w:spacing w:after="0" w:line="240" w:lineRule="auto"/>
      </w:pPr>
      <w:r>
        <w:separator/>
      </w:r>
    </w:p>
  </w:footnote>
  <w:footnote w:type="continuationSeparator" w:id="0">
    <w:p w14:paraId="5D8870CB" w14:textId="77777777" w:rsidR="00EC44A8" w:rsidRDefault="00EC44A8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282"/>
    <w:rsid w:val="00084C12"/>
    <w:rsid w:val="00092998"/>
    <w:rsid w:val="0009462C"/>
    <w:rsid w:val="00094B12"/>
    <w:rsid w:val="00096C46"/>
    <w:rsid w:val="000A14FC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15"/>
    <w:rsid w:val="00166A03"/>
    <w:rsid w:val="00167708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F2CA2"/>
    <w:rsid w:val="00210791"/>
    <w:rsid w:val="002144C0"/>
    <w:rsid w:val="0022477D"/>
    <w:rsid w:val="002278A9"/>
    <w:rsid w:val="002336F9"/>
    <w:rsid w:val="0024028F"/>
    <w:rsid w:val="00244ABC"/>
    <w:rsid w:val="002541C3"/>
    <w:rsid w:val="00281FF2"/>
    <w:rsid w:val="002857DE"/>
    <w:rsid w:val="0028773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080A"/>
    <w:rsid w:val="003151C5"/>
    <w:rsid w:val="003343CF"/>
    <w:rsid w:val="00346FE9"/>
    <w:rsid w:val="0034759A"/>
    <w:rsid w:val="003501AA"/>
    <w:rsid w:val="003503F6"/>
    <w:rsid w:val="003530DD"/>
    <w:rsid w:val="00363F78"/>
    <w:rsid w:val="003717E5"/>
    <w:rsid w:val="003A0A5B"/>
    <w:rsid w:val="003A1176"/>
    <w:rsid w:val="003C0BAE"/>
    <w:rsid w:val="003D18A9"/>
    <w:rsid w:val="003D6CE2"/>
    <w:rsid w:val="003E0815"/>
    <w:rsid w:val="003E1941"/>
    <w:rsid w:val="003E2FE6"/>
    <w:rsid w:val="003E49D5"/>
    <w:rsid w:val="003F205D"/>
    <w:rsid w:val="003F38C0"/>
    <w:rsid w:val="00414E3C"/>
    <w:rsid w:val="00420AD9"/>
    <w:rsid w:val="0042244A"/>
    <w:rsid w:val="00426BBE"/>
    <w:rsid w:val="0042745A"/>
    <w:rsid w:val="00431D5C"/>
    <w:rsid w:val="004362C6"/>
    <w:rsid w:val="00437FA2"/>
    <w:rsid w:val="00445970"/>
    <w:rsid w:val="004614E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2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72F"/>
    <w:rsid w:val="0059484D"/>
    <w:rsid w:val="005A0855"/>
    <w:rsid w:val="005A1505"/>
    <w:rsid w:val="005A3196"/>
    <w:rsid w:val="005C080F"/>
    <w:rsid w:val="005C55E5"/>
    <w:rsid w:val="005C696A"/>
    <w:rsid w:val="005D15A9"/>
    <w:rsid w:val="005E6E85"/>
    <w:rsid w:val="005F31D2"/>
    <w:rsid w:val="0061029B"/>
    <w:rsid w:val="00614817"/>
    <w:rsid w:val="00617230"/>
    <w:rsid w:val="00621CE1"/>
    <w:rsid w:val="00627FC9"/>
    <w:rsid w:val="00647FA8"/>
    <w:rsid w:val="00650C5F"/>
    <w:rsid w:val="00654934"/>
    <w:rsid w:val="006620D9"/>
    <w:rsid w:val="006711FD"/>
    <w:rsid w:val="00671958"/>
    <w:rsid w:val="00675843"/>
    <w:rsid w:val="00696477"/>
    <w:rsid w:val="006B2962"/>
    <w:rsid w:val="006B5DF4"/>
    <w:rsid w:val="006D050F"/>
    <w:rsid w:val="006D1D5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C754E"/>
    <w:rsid w:val="007D6E56"/>
    <w:rsid w:val="007F4155"/>
    <w:rsid w:val="0081554D"/>
    <w:rsid w:val="008168AF"/>
    <w:rsid w:val="0081707E"/>
    <w:rsid w:val="008449B3"/>
    <w:rsid w:val="008552A2"/>
    <w:rsid w:val="0085747A"/>
    <w:rsid w:val="00884922"/>
    <w:rsid w:val="00885F64"/>
    <w:rsid w:val="008917F9"/>
    <w:rsid w:val="008A44FC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23DF"/>
    <w:rsid w:val="008F3480"/>
    <w:rsid w:val="008F6E29"/>
    <w:rsid w:val="0091110D"/>
    <w:rsid w:val="00913367"/>
    <w:rsid w:val="00916188"/>
    <w:rsid w:val="00923D7D"/>
    <w:rsid w:val="00937312"/>
    <w:rsid w:val="009508DF"/>
    <w:rsid w:val="00950DAC"/>
    <w:rsid w:val="00954A07"/>
    <w:rsid w:val="00963C94"/>
    <w:rsid w:val="00997F14"/>
    <w:rsid w:val="009A78D9"/>
    <w:rsid w:val="009B1F08"/>
    <w:rsid w:val="009C3E31"/>
    <w:rsid w:val="009C54AE"/>
    <w:rsid w:val="009C788E"/>
    <w:rsid w:val="009D3F3B"/>
    <w:rsid w:val="009E0543"/>
    <w:rsid w:val="009E31D2"/>
    <w:rsid w:val="009E3B41"/>
    <w:rsid w:val="009F3C5C"/>
    <w:rsid w:val="009F4610"/>
    <w:rsid w:val="009F5E53"/>
    <w:rsid w:val="00A00ECC"/>
    <w:rsid w:val="00A155EE"/>
    <w:rsid w:val="00A2245B"/>
    <w:rsid w:val="00A30110"/>
    <w:rsid w:val="00A34176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905F9"/>
    <w:rsid w:val="00A97DE1"/>
    <w:rsid w:val="00AB053C"/>
    <w:rsid w:val="00AB5F85"/>
    <w:rsid w:val="00AD1146"/>
    <w:rsid w:val="00AD27D3"/>
    <w:rsid w:val="00AD54D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ED1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3F7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FE"/>
    <w:rsid w:val="00C324C1"/>
    <w:rsid w:val="00C36992"/>
    <w:rsid w:val="00C5372F"/>
    <w:rsid w:val="00C539A8"/>
    <w:rsid w:val="00C56036"/>
    <w:rsid w:val="00C61DC5"/>
    <w:rsid w:val="00C67E92"/>
    <w:rsid w:val="00C70A26"/>
    <w:rsid w:val="00C75745"/>
    <w:rsid w:val="00C766DF"/>
    <w:rsid w:val="00C92093"/>
    <w:rsid w:val="00C94B98"/>
    <w:rsid w:val="00CA2B96"/>
    <w:rsid w:val="00CA5089"/>
    <w:rsid w:val="00CD6897"/>
    <w:rsid w:val="00CE309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647"/>
    <w:rsid w:val="00D552B2"/>
    <w:rsid w:val="00D608D1"/>
    <w:rsid w:val="00D72323"/>
    <w:rsid w:val="00D74119"/>
    <w:rsid w:val="00D8075B"/>
    <w:rsid w:val="00D8161C"/>
    <w:rsid w:val="00D8678B"/>
    <w:rsid w:val="00D936B8"/>
    <w:rsid w:val="00DA2114"/>
    <w:rsid w:val="00DA32C9"/>
    <w:rsid w:val="00DC5AC5"/>
    <w:rsid w:val="00DE09C0"/>
    <w:rsid w:val="00DE4A14"/>
    <w:rsid w:val="00DE75AC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263A6"/>
    <w:rsid w:val="00E51E44"/>
    <w:rsid w:val="00E63348"/>
    <w:rsid w:val="00E742AA"/>
    <w:rsid w:val="00E77E88"/>
    <w:rsid w:val="00E8107D"/>
    <w:rsid w:val="00E90E18"/>
    <w:rsid w:val="00E960BB"/>
    <w:rsid w:val="00EA2074"/>
    <w:rsid w:val="00EA4832"/>
    <w:rsid w:val="00EA4E9D"/>
    <w:rsid w:val="00EB0F0C"/>
    <w:rsid w:val="00EC44A8"/>
    <w:rsid w:val="00EC4899"/>
    <w:rsid w:val="00ED03AB"/>
    <w:rsid w:val="00ED32D2"/>
    <w:rsid w:val="00EE32DE"/>
    <w:rsid w:val="00EE5457"/>
    <w:rsid w:val="00EF7C71"/>
    <w:rsid w:val="00F0138A"/>
    <w:rsid w:val="00F070AB"/>
    <w:rsid w:val="00F17567"/>
    <w:rsid w:val="00F27A7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E56C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4712-8D92-4A5D-A94A-875AACBD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1932</Words>
  <Characters>11594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2020-10-13T08:11:00Z</cp:lastPrinted>
  <dcterms:created xsi:type="dcterms:W3CDTF">2019-10-16T17:34:00Z</dcterms:created>
  <dcterms:modified xsi:type="dcterms:W3CDTF">2021-10-01T10:06:00Z</dcterms:modified>
</cp:coreProperties>
</file>